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77362" w14:textId="77777777" w:rsidR="005253F3" w:rsidRDefault="005253F3" w:rsidP="003A7DD1">
      <w:pPr>
        <w:rPr>
          <w:b/>
          <w:bCs/>
          <w:sz w:val="20"/>
        </w:rPr>
      </w:pPr>
    </w:p>
    <w:p w14:paraId="21BB618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986F4D" w14:textId="77777777" w:rsidR="00BA1C13" w:rsidRDefault="00BA1C13" w:rsidP="00BA1C13">
      <w:pPr>
        <w:rPr>
          <w:spacing w:val="0"/>
          <w:position w:val="0"/>
          <w:sz w:val="20"/>
        </w:rPr>
      </w:pPr>
    </w:p>
    <w:p w14:paraId="6EF2A3DA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6D84DBF4" w14:textId="77777777" w:rsidR="005B77F6" w:rsidRDefault="005B77F6" w:rsidP="005B77F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B76759">
        <w:rPr>
          <w:spacing w:val="0"/>
          <w:position w:val="0"/>
          <w:sz w:val="20"/>
        </w:rPr>
        <w:t>Förmann NT AS</w:t>
      </w:r>
    </w:p>
    <w:p w14:paraId="1CF6FFED" w14:textId="77777777" w:rsidR="005B77F6" w:rsidRPr="00330C91" w:rsidRDefault="005B77F6" w:rsidP="005B77F6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v</w:t>
      </w:r>
      <w:r w:rsidRPr="00330C91">
        <w:rPr>
          <w:spacing w:val="0"/>
          <w:position w:val="0"/>
          <w:sz w:val="20"/>
        </w:rPr>
        <w:t>ahelise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metsamaterjali müügilepingu</w:t>
      </w:r>
    </w:p>
    <w:p w14:paraId="4AC4EA4F" w14:textId="28F07135" w:rsidR="005B77F6" w:rsidRPr="00330C91" w:rsidRDefault="005B77F6" w:rsidP="005B77F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72514B">
        <w:rPr>
          <w:spacing w:val="0"/>
          <w:position w:val="0"/>
          <w:sz w:val="20"/>
        </w:rPr>
        <w:t>202</w:t>
      </w:r>
      <w:r w:rsidR="00DE76CE">
        <w:rPr>
          <w:spacing w:val="0"/>
          <w:position w:val="0"/>
          <w:sz w:val="20"/>
        </w:rPr>
        <w:t>5/95</w:t>
      </w:r>
      <w:r w:rsidRPr="00330C91">
        <w:rPr>
          <w:spacing w:val="0"/>
          <w:position w:val="0"/>
          <w:sz w:val="20"/>
        </w:rPr>
        <w:t>juurde</w:t>
      </w:r>
    </w:p>
    <w:p w14:paraId="7F5DAFEA" w14:textId="77777777" w:rsidR="005253F3" w:rsidRPr="00330C91" w:rsidRDefault="005253F3" w:rsidP="00A111CB">
      <w:pPr>
        <w:jc w:val="center"/>
      </w:pPr>
    </w:p>
    <w:p w14:paraId="48328E55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568B2320" w14:textId="77777777" w:rsidR="005253F3" w:rsidRPr="00330C91" w:rsidRDefault="005253F3" w:rsidP="00D2770C">
      <w:pPr>
        <w:jc w:val="center"/>
        <w:rPr>
          <w:sz w:val="18"/>
        </w:rPr>
      </w:pPr>
    </w:p>
    <w:p w14:paraId="32CF7112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  <w:t>/kuupäev vastavalt hilisemale digitaalallkirja kuupäevale/</w:t>
      </w:r>
    </w:p>
    <w:p w14:paraId="5B318F56" w14:textId="77777777" w:rsidR="005253F3" w:rsidRPr="00330C91" w:rsidRDefault="005253F3" w:rsidP="005655A4">
      <w:pPr>
        <w:rPr>
          <w:sz w:val="18"/>
          <w:szCs w:val="18"/>
        </w:rPr>
      </w:pPr>
    </w:p>
    <w:p w14:paraId="1754C13E" w14:textId="77777777" w:rsidR="00BF69D1" w:rsidRPr="00330C91" w:rsidRDefault="00BF69D1" w:rsidP="00BF69D1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298629B0" w14:textId="77777777" w:rsidR="00BF69D1" w:rsidRPr="00330C91" w:rsidRDefault="00BF69D1" w:rsidP="00BF69D1">
      <w:pPr>
        <w:rPr>
          <w:b/>
          <w:sz w:val="18"/>
          <w:szCs w:val="18"/>
        </w:rPr>
      </w:pPr>
    </w:p>
    <w:p w14:paraId="1AFA0754" w14:textId="6833BB1C" w:rsidR="00AC7820" w:rsidRPr="00330C91" w:rsidRDefault="00BF69D1" w:rsidP="00AC7820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 </w:t>
      </w:r>
      <w:r w:rsidR="00AC7820" w:rsidRPr="00330C91">
        <w:rPr>
          <w:sz w:val="20"/>
        </w:rPr>
        <w:t xml:space="preserve">RMK </w:t>
      </w:r>
      <w:r w:rsidR="00DE76CE">
        <w:rPr>
          <w:sz w:val="20"/>
        </w:rPr>
        <w:t>26</w:t>
      </w:r>
      <w:r w:rsidR="00AC7820">
        <w:rPr>
          <w:sz w:val="20"/>
        </w:rPr>
        <w:t>.0</w:t>
      </w:r>
      <w:r w:rsidR="00DE76CE">
        <w:rPr>
          <w:sz w:val="20"/>
        </w:rPr>
        <w:t>2</w:t>
      </w:r>
      <w:r w:rsidR="0072514B">
        <w:rPr>
          <w:sz w:val="20"/>
        </w:rPr>
        <w:t>.202</w:t>
      </w:r>
      <w:r w:rsidR="00DE76CE">
        <w:rPr>
          <w:sz w:val="20"/>
        </w:rPr>
        <w:t>5</w:t>
      </w:r>
      <w:r w:rsidR="00AC7820" w:rsidRPr="00330C91">
        <w:rPr>
          <w:sz w:val="20"/>
        </w:rPr>
        <w:t xml:space="preserve"> a avaliku kirjaliku enampakkumise edukaks tunnistamise protokolli nr 3-3.4/</w:t>
      </w:r>
      <w:r w:rsidR="00DE76CE">
        <w:rPr>
          <w:sz w:val="20"/>
        </w:rPr>
        <w:t>2</w:t>
      </w:r>
      <w:r w:rsidR="00AC7820" w:rsidRPr="00330C91">
        <w:rPr>
          <w:sz w:val="20"/>
        </w:rPr>
        <w:t xml:space="preserve"> kohaselt </w:t>
      </w:r>
      <w:r w:rsidR="00AC7820" w:rsidRPr="00330C91">
        <w:rPr>
          <w:bCs/>
          <w:sz w:val="20"/>
        </w:rPr>
        <w:t>Müüja müüb ja Ostja ostab Metsamaterjali, mille Sortiment, Tarnekoht</w:t>
      </w:r>
      <w:r w:rsidR="00AC7820">
        <w:rPr>
          <w:bCs/>
          <w:sz w:val="20"/>
        </w:rPr>
        <w:t>, Tarnetingimus</w:t>
      </w:r>
      <w:r w:rsidR="00AC7820" w:rsidRPr="00330C91">
        <w:rPr>
          <w:bCs/>
          <w:sz w:val="20"/>
        </w:rPr>
        <w:t xml:space="preserve"> ja</w:t>
      </w:r>
      <w:r w:rsidR="00AC7820">
        <w:rPr>
          <w:bCs/>
          <w:sz w:val="20"/>
        </w:rPr>
        <w:t xml:space="preserve"> </w:t>
      </w:r>
      <w:r w:rsidR="00AC7820" w:rsidRPr="00330C91">
        <w:rPr>
          <w:bCs/>
          <w:sz w:val="20"/>
        </w:rPr>
        <w:t xml:space="preserve"> kogus Tarneperioodil </w:t>
      </w:r>
      <w:r w:rsidR="00DE76CE">
        <w:rPr>
          <w:bCs/>
          <w:sz w:val="20"/>
        </w:rPr>
        <w:t>aprill</w:t>
      </w:r>
      <w:r w:rsidR="0072514B">
        <w:rPr>
          <w:bCs/>
          <w:sz w:val="20"/>
        </w:rPr>
        <w:t xml:space="preserve">. </w:t>
      </w:r>
      <w:r w:rsidR="00AC7820">
        <w:rPr>
          <w:bCs/>
          <w:sz w:val="20"/>
        </w:rPr>
        <w:t>–</w:t>
      </w:r>
      <w:r w:rsidR="00AC7820" w:rsidRPr="00330C91">
        <w:rPr>
          <w:bCs/>
          <w:sz w:val="20"/>
        </w:rPr>
        <w:t xml:space="preserve"> </w:t>
      </w:r>
      <w:r w:rsidR="00DE76CE">
        <w:rPr>
          <w:bCs/>
          <w:sz w:val="20"/>
        </w:rPr>
        <w:t>juuni</w:t>
      </w:r>
      <w:r w:rsidR="00AC7820"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3"/>
        <w:gridCol w:w="1933"/>
        <w:gridCol w:w="2458"/>
        <w:gridCol w:w="1748"/>
        <w:gridCol w:w="1619"/>
      </w:tblGrid>
      <w:tr w:rsidR="00DE76CE" w:rsidRPr="00330C91" w14:paraId="78887100" w14:textId="77777777" w:rsidTr="00DE76CE">
        <w:trPr>
          <w:trHeight w:val="255"/>
        </w:trPr>
        <w:tc>
          <w:tcPr>
            <w:tcW w:w="1086" w:type="pct"/>
            <w:noWrap/>
            <w:vAlign w:val="bottom"/>
          </w:tcPr>
          <w:p w14:paraId="04F7D273" w14:textId="77777777" w:rsidR="00DE76CE" w:rsidRPr="00330C91" w:rsidRDefault="00DE76CE" w:rsidP="00851D7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975" w:type="pct"/>
            <w:noWrap/>
            <w:vAlign w:val="bottom"/>
          </w:tcPr>
          <w:p w14:paraId="32512A58" w14:textId="77777777" w:rsidR="00DE76CE" w:rsidRPr="00330C91" w:rsidRDefault="00DE76CE" w:rsidP="00851D7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240" w:type="pct"/>
            <w:vAlign w:val="bottom"/>
          </w:tcPr>
          <w:p w14:paraId="6ED23E05" w14:textId="77777777" w:rsidR="00DE76CE" w:rsidRPr="00330C91" w:rsidRDefault="00DE76CE" w:rsidP="00851D7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882" w:type="pct"/>
          </w:tcPr>
          <w:p w14:paraId="12A22DAC" w14:textId="1BCF44FB" w:rsidR="00DE76CE" w:rsidRDefault="00DE76CE" w:rsidP="00851D7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</w:t>
            </w:r>
            <w:r w:rsidR="002720A3">
              <w:rPr>
                <w:spacing w:val="0"/>
                <w:position w:val="0"/>
                <w:sz w:val="20"/>
                <w:lang w:eastAsia="et-EE"/>
              </w:rPr>
              <w:t>-juuni</w:t>
            </w:r>
          </w:p>
        </w:tc>
        <w:tc>
          <w:tcPr>
            <w:tcW w:w="817" w:type="pct"/>
            <w:noWrap/>
            <w:vAlign w:val="bottom"/>
          </w:tcPr>
          <w:p w14:paraId="18D683BC" w14:textId="77777777" w:rsidR="00DE76CE" w:rsidRPr="00330C91" w:rsidRDefault="00DE76CE" w:rsidP="00851D7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DE76CE" w:rsidRPr="00330C91" w14:paraId="4F5A78DF" w14:textId="77777777" w:rsidTr="00DE76CE">
        <w:trPr>
          <w:trHeight w:val="255"/>
        </w:trPr>
        <w:tc>
          <w:tcPr>
            <w:tcW w:w="1086" w:type="pct"/>
            <w:noWrap/>
            <w:vAlign w:val="bottom"/>
          </w:tcPr>
          <w:p w14:paraId="25640590" w14:textId="77777777" w:rsidR="00DE76CE" w:rsidRPr="00330C91" w:rsidRDefault="00DE76CE" w:rsidP="00851D7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975" w:type="pct"/>
            <w:noWrap/>
            <w:vAlign w:val="bottom"/>
          </w:tcPr>
          <w:p w14:paraId="093622D5" w14:textId="77777777" w:rsidR="00DE76CE" w:rsidRPr="00330C91" w:rsidRDefault="00DE76CE" w:rsidP="00851D7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Vastseliina</w:t>
            </w:r>
          </w:p>
        </w:tc>
        <w:tc>
          <w:tcPr>
            <w:tcW w:w="1240" w:type="pct"/>
          </w:tcPr>
          <w:p w14:paraId="7CE2FDB9" w14:textId="77777777" w:rsidR="00DE76CE" w:rsidRPr="00330C91" w:rsidRDefault="00DE76CE" w:rsidP="00851D7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DAT</w:t>
            </w:r>
          </w:p>
        </w:tc>
        <w:tc>
          <w:tcPr>
            <w:tcW w:w="882" w:type="pct"/>
          </w:tcPr>
          <w:p w14:paraId="2B2C92D3" w14:textId="42602A37" w:rsidR="00DE76CE" w:rsidRDefault="00DE76CE" w:rsidP="00063D2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271</w:t>
            </w:r>
          </w:p>
        </w:tc>
        <w:tc>
          <w:tcPr>
            <w:tcW w:w="817" w:type="pct"/>
            <w:noWrap/>
            <w:vAlign w:val="bottom"/>
          </w:tcPr>
          <w:p w14:paraId="15BEAF5E" w14:textId="66F7AB01" w:rsidR="00DE76CE" w:rsidRPr="00330C91" w:rsidRDefault="00DE76CE" w:rsidP="00851D7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271</w:t>
            </w:r>
          </w:p>
        </w:tc>
      </w:tr>
    </w:tbl>
    <w:p w14:paraId="5CDBE70A" w14:textId="77777777" w:rsidR="00BF69D1" w:rsidRDefault="00BF69D1" w:rsidP="00BF69D1">
      <w:pPr>
        <w:jc w:val="both"/>
        <w:rPr>
          <w:b/>
          <w:spacing w:val="0"/>
          <w:position w:val="0"/>
          <w:sz w:val="20"/>
          <w:lang w:eastAsia="et-EE"/>
        </w:rPr>
      </w:pPr>
    </w:p>
    <w:p w14:paraId="7B3B5747" w14:textId="77777777" w:rsidR="00BF69D1" w:rsidRPr="00330C91" w:rsidRDefault="00BF69D1" w:rsidP="00BF69D1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2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2E90272B" w14:textId="77777777" w:rsidR="005253F3" w:rsidRPr="00F41F4F" w:rsidRDefault="005253F3" w:rsidP="005655A4">
      <w:pPr>
        <w:jc w:val="both"/>
        <w:rPr>
          <w:bCs/>
          <w:color w:val="FF0000"/>
          <w:sz w:val="20"/>
        </w:rPr>
      </w:pPr>
    </w:p>
    <w:p w14:paraId="6B3B7782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63649CBA" w14:textId="77777777" w:rsidR="005253F3" w:rsidRPr="00330C91" w:rsidRDefault="005253F3" w:rsidP="00EB57EF">
      <w:pPr>
        <w:rPr>
          <w:b/>
          <w:sz w:val="20"/>
        </w:rPr>
      </w:pPr>
    </w:p>
    <w:p w14:paraId="25DD77FE" w14:textId="77777777" w:rsidR="00364B61" w:rsidRPr="00330C91" w:rsidRDefault="00364B61" w:rsidP="00364B61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C511EBE" w14:textId="77777777" w:rsidR="00364B61" w:rsidRPr="00330C91" w:rsidRDefault="00364B61" w:rsidP="00364B61">
      <w:pPr>
        <w:rPr>
          <w:b/>
          <w:sz w:val="20"/>
        </w:rPr>
      </w:pPr>
    </w:p>
    <w:p w14:paraId="0F154634" w14:textId="77777777" w:rsidR="00537F25" w:rsidRPr="00330C91" w:rsidRDefault="00537F25" w:rsidP="00537F25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E32F0F0" w14:textId="77777777" w:rsidR="00537F25" w:rsidRDefault="00537F25" w:rsidP="00537F25">
      <w:pPr>
        <w:rPr>
          <w:b/>
          <w:sz w:val="20"/>
        </w:rPr>
      </w:pPr>
      <w:r>
        <w:rPr>
          <w:b/>
          <w:sz w:val="20"/>
        </w:rPr>
        <w:t>Mart Enel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Taavi Nassar</w:t>
      </w:r>
    </w:p>
    <w:p w14:paraId="4351FBEE" w14:textId="77777777" w:rsidR="00364B61" w:rsidRPr="00364B61" w:rsidRDefault="00364B61" w:rsidP="00364B61">
      <w:pPr>
        <w:rPr>
          <w:sz w:val="20"/>
        </w:rPr>
      </w:pPr>
    </w:p>
    <w:p w14:paraId="3B3AC402" w14:textId="77777777" w:rsidR="005253F3" w:rsidRPr="00330C91" w:rsidRDefault="005253F3" w:rsidP="00B67410">
      <w:pPr>
        <w:rPr>
          <w:i/>
          <w:sz w:val="20"/>
        </w:rPr>
      </w:pPr>
    </w:p>
    <w:p w14:paraId="587E65CE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04146AF4" w14:textId="77777777" w:rsidR="006D2029" w:rsidRPr="00330C91" w:rsidRDefault="005253F3" w:rsidP="006D2029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="006D2029" w:rsidRPr="00330C91">
        <w:rPr>
          <w:spacing w:val="0"/>
          <w:position w:val="0"/>
          <w:sz w:val="20"/>
        </w:rPr>
        <w:lastRenderedPageBreak/>
        <w:t xml:space="preserve">Lisa </w:t>
      </w:r>
      <w:r w:rsidR="006D2029">
        <w:rPr>
          <w:spacing w:val="0"/>
          <w:position w:val="0"/>
          <w:sz w:val="20"/>
        </w:rPr>
        <w:t>2</w:t>
      </w:r>
    </w:p>
    <w:p w14:paraId="4FCF8AB4" w14:textId="77777777" w:rsidR="005B0E7C" w:rsidRDefault="005B0E7C" w:rsidP="005B0E7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Förmann</w:t>
      </w:r>
      <w:proofErr w:type="spellEnd"/>
      <w:r>
        <w:rPr>
          <w:spacing w:val="0"/>
          <w:position w:val="0"/>
          <w:sz w:val="20"/>
        </w:rPr>
        <w:t xml:space="preserve"> NT AS</w:t>
      </w:r>
    </w:p>
    <w:p w14:paraId="68090988" w14:textId="77777777" w:rsidR="005B0E7C" w:rsidRPr="00330C91" w:rsidRDefault="005B0E7C" w:rsidP="005B0E7C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v</w:t>
      </w:r>
      <w:r w:rsidRPr="00330C91">
        <w:rPr>
          <w:spacing w:val="0"/>
          <w:position w:val="0"/>
          <w:sz w:val="20"/>
        </w:rPr>
        <w:t>ahelise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metsamaterjali müügilepingu</w:t>
      </w:r>
    </w:p>
    <w:p w14:paraId="3DBFA70F" w14:textId="77777777" w:rsidR="005B0E7C" w:rsidRPr="00330C91" w:rsidRDefault="005B0E7C" w:rsidP="005B0E7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2025/95</w:t>
      </w:r>
      <w:r w:rsidRPr="00330C91">
        <w:rPr>
          <w:spacing w:val="0"/>
          <w:position w:val="0"/>
          <w:sz w:val="20"/>
        </w:rPr>
        <w:t>juurde</w:t>
      </w:r>
    </w:p>
    <w:p w14:paraId="60517D35" w14:textId="77777777" w:rsidR="004B3282" w:rsidRPr="00330C91" w:rsidRDefault="004B3282" w:rsidP="004B3282">
      <w:pPr>
        <w:ind w:left="5440" w:firstLine="680"/>
        <w:rPr>
          <w:spacing w:val="0"/>
          <w:position w:val="0"/>
          <w:sz w:val="20"/>
        </w:rPr>
      </w:pPr>
    </w:p>
    <w:p w14:paraId="313D4793" w14:textId="77777777" w:rsidR="006D2029" w:rsidRPr="00330C91" w:rsidRDefault="006D2029" w:rsidP="006D2029">
      <w:pPr>
        <w:pStyle w:val="Pealkiri1"/>
        <w:jc w:val="center"/>
        <w:rPr>
          <w:bCs/>
          <w:kern w:val="0"/>
          <w:sz w:val="18"/>
          <w:szCs w:val="18"/>
        </w:rPr>
      </w:pPr>
    </w:p>
    <w:p w14:paraId="16EFACC5" w14:textId="77777777" w:rsidR="006D2029" w:rsidRPr="002D2FE8" w:rsidRDefault="006D2029" w:rsidP="006D2029">
      <w:pPr>
        <w:pStyle w:val="Pealkiri1"/>
        <w:jc w:val="center"/>
        <w:rPr>
          <w:rFonts w:ascii="Times New Roman" w:hAnsi="Times New Roman"/>
          <w:kern w:val="0"/>
          <w:sz w:val="20"/>
        </w:rPr>
      </w:pPr>
      <w:r w:rsidRPr="001F39BC">
        <w:rPr>
          <w:rFonts w:ascii="Times New Roman" w:hAnsi="Times New Roman"/>
          <w:kern w:val="0"/>
          <w:sz w:val="20"/>
        </w:rPr>
        <w:t>KVALITEEDINÕUDED</w:t>
      </w:r>
    </w:p>
    <w:p w14:paraId="03C3B74B" w14:textId="77777777" w:rsidR="006D2029" w:rsidRPr="00330C91" w:rsidRDefault="006D2029" w:rsidP="006D2029">
      <w:pPr>
        <w:rPr>
          <w:sz w:val="20"/>
        </w:rPr>
      </w:pPr>
    </w:p>
    <w:p w14:paraId="065B74CB" w14:textId="77777777" w:rsidR="006D2029" w:rsidRPr="00330C91" w:rsidRDefault="006D2029" w:rsidP="006D2029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1F39BC" w:rsidRPr="00330C91">
        <w:rPr>
          <w:sz w:val="18"/>
          <w:szCs w:val="18"/>
        </w:rPr>
        <w:t>/kuupäev vastavalt hilisemale digitaalallkirja kuupäevale/</w:t>
      </w:r>
    </w:p>
    <w:p w14:paraId="7D9C3A3A" w14:textId="77777777" w:rsidR="006D2029" w:rsidRPr="00330C91" w:rsidRDefault="006D2029" w:rsidP="006D2029">
      <w:pPr>
        <w:rPr>
          <w:sz w:val="18"/>
          <w:szCs w:val="18"/>
        </w:rPr>
      </w:pPr>
    </w:p>
    <w:p w14:paraId="6D72C2E5" w14:textId="77777777" w:rsidR="006D2029" w:rsidRPr="001F39BC" w:rsidRDefault="006D2029" w:rsidP="006D2029">
      <w:pPr>
        <w:rPr>
          <w:sz w:val="20"/>
        </w:rPr>
      </w:pPr>
      <w:r w:rsidRPr="006D04D1">
        <w:rPr>
          <w:b/>
          <w:sz w:val="20"/>
        </w:rPr>
        <w:t xml:space="preserve">Pooled on kokku leppinud alljärgnevas. </w:t>
      </w:r>
    </w:p>
    <w:p w14:paraId="66ABC6E5" w14:textId="77777777" w:rsidR="00865A3A" w:rsidRPr="00330C91" w:rsidRDefault="00865A3A" w:rsidP="00865A3A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66FA3B32" w14:textId="77777777" w:rsidR="00865A3A" w:rsidRPr="00330C91" w:rsidRDefault="00865A3A" w:rsidP="00865A3A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</w:t>
      </w:r>
      <w:r w:rsidRPr="00B14897">
        <w:rPr>
          <w:bCs/>
          <w:sz w:val="20"/>
        </w:rPr>
        <w:t xml:space="preserve">RMK palkide kvaliteedi standard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28BDDE9B" w14:textId="77777777" w:rsidR="00865A3A" w:rsidRPr="00330C91" w:rsidRDefault="00865A3A" w:rsidP="00865A3A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865A3A" w:rsidRPr="00330C91" w14:paraId="0CB44076" w14:textId="77777777" w:rsidTr="00851D7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BA4D" w14:textId="77777777" w:rsidR="00865A3A" w:rsidRPr="00330C91" w:rsidRDefault="00865A3A" w:rsidP="00851D7D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D538" w14:textId="77777777" w:rsidR="00865A3A" w:rsidRPr="00330C91" w:rsidRDefault="00865A3A" w:rsidP="00851D7D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967F" w14:textId="77777777" w:rsidR="00865A3A" w:rsidRPr="00330C91" w:rsidRDefault="00865A3A" w:rsidP="00851D7D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2EBF" w14:textId="77777777" w:rsidR="00865A3A" w:rsidRPr="00330C91" w:rsidRDefault="00865A3A" w:rsidP="00851D7D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865A3A" w:rsidRPr="00330C91" w14:paraId="406CCC39" w14:textId="77777777" w:rsidTr="00851D7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B7FE" w14:textId="77777777" w:rsidR="00865A3A" w:rsidRPr="00330C91" w:rsidRDefault="00865A3A" w:rsidP="00851D7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9644" w14:textId="77777777" w:rsidR="00865A3A" w:rsidRPr="00330C91" w:rsidRDefault="00B66A31" w:rsidP="00851D7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13</w:t>
            </w:r>
            <w:r w:rsidR="004B4BCB">
              <w:rPr>
                <w:bCs/>
                <w:sz w:val="20"/>
              </w:rPr>
              <w:t>-50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75F58671" w14:textId="77777777" w:rsidR="00865A3A" w:rsidRPr="00330C91" w:rsidRDefault="00B66A31" w:rsidP="00851D7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  <w:r w:rsidR="00865A3A">
              <w:rPr>
                <w:bCs/>
                <w:sz w:val="20"/>
              </w:rPr>
              <w:t>-60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673391C9" w14:textId="77777777" w:rsidR="00865A3A" w:rsidRPr="00330C91" w:rsidRDefault="00865A3A" w:rsidP="00851D7D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2,1</w:t>
            </w:r>
          </w:p>
        </w:tc>
      </w:tr>
      <w:tr w:rsidR="00865A3A" w:rsidRPr="00330C91" w14:paraId="2FCCE1C7" w14:textId="77777777" w:rsidTr="00851D7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7861" w14:textId="77777777" w:rsidR="00865A3A" w:rsidRDefault="00865A3A" w:rsidP="00851D7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Männipalk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AA1" w14:textId="77777777" w:rsidR="00865A3A" w:rsidRDefault="00B66A31" w:rsidP="00851D7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13</w:t>
            </w:r>
            <w:r w:rsidR="004B4BCB">
              <w:rPr>
                <w:bCs/>
                <w:sz w:val="20"/>
              </w:rPr>
              <w:t>-50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C0B7" w14:textId="77777777" w:rsidR="00865A3A" w:rsidRDefault="00B66A31" w:rsidP="00851D7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  <w:r w:rsidR="00865A3A">
              <w:rPr>
                <w:bCs/>
                <w:sz w:val="20"/>
              </w:rPr>
              <w:t>-60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F83B" w14:textId="77777777" w:rsidR="00865A3A" w:rsidRPr="00330C91" w:rsidRDefault="00865A3A" w:rsidP="00851D7D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2,1</w:t>
            </w:r>
          </w:p>
        </w:tc>
      </w:tr>
    </w:tbl>
    <w:p w14:paraId="61FE49F6" w14:textId="77777777" w:rsidR="00865A3A" w:rsidRPr="00330C91" w:rsidRDefault="00865A3A" w:rsidP="00865A3A">
      <w:pPr>
        <w:rPr>
          <w:b/>
          <w:bCs/>
          <w:sz w:val="20"/>
        </w:rPr>
      </w:pPr>
    </w:p>
    <w:p w14:paraId="736844D2" w14:textId="77777777" w:rsidR="00865A3A" w:rsidRPr="00330C91" w:rsidRDefault="00865A3A" w:rsidP="00865A3A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Pr="00330C91">
        <w:rPr>
          <w:bCs/>
          <w:i/>
          <w:sz w:val="20"/>
        </w:rPr>
        <w:t xml:space="preserve"> </w:t>
      </w:r>
      <w:r w:rsidRPr="00B14897">
        <w:rPr>
          <w:bCs/>
          <w:sz w:val="20"/>
        </w:rPr>
        <w:t>RMK 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0225200F" w14:textId="77777777" w:rsidR="006D2029" w:rsidRPr="00910EA9" w:rsidRDefault="006D2029" w:rsidP="00865A3A"/>
    <w:p w14:paraId="654B84FD" w14:textId="77777777" w:rsidR="006D2029" w:rsidRPr="00513E1C" w:rsidRDefault="006D2029" w:rsidP="006D2029">
      <w:pPr>
        <w:pStyle w:val="Pealkiri1"/>
        <w:rPr>
          <w:sz w:val="20"/>
        </w:rPr>
      </w:pPr>
      <w:r>
        <w:rPr>
          <w:sz w:val="20"/>
        </w:rPr>
        <w:t>2</w:t>
      </w:r>
      <w:r w:rsidRPr="00513E1C">
        <w:rPr>
          <w:sz w:val="20"/>
        </w:rPr>
        <w:t xml:space="preserve">. </w:t>
      </w:r>
      <w:r>
        <w:rPr>
          <w:i/>
          <w:sz w:val="20"/>
        </w:rPr>
        <w:t>P</w:t>
      </w:r>
      <w:r w:rsidRPr="003D515B">
        <w:rPr>
          <w:i/>
          <w:sz w:val="20"/>
        </w:rPr>
        <w:t>oolte</w:t>
      </w:r>
      <w:r w:rsidRPr="00513E1C">
        <w:rPr>
          <w:sz w:val="20"/>
        </w:rPr>
        <w:t xml:space="preserve"> </w:t>
      </w:r>
      <w:r>
        <w:rPr>
          <w:sz w:val="20"/>
        </w:rPr>
        <w:t xml:space="preserve">andmed ja </w:t>
      </w:r>
      <w:r w:rsidRPr="00513E1C">
        <w:rPr>
          <w:sz w:val="20"/>
        </w:rPr>
        <w:t xml:space="preserve">allkirjad  </w:t>
      </w:r>
    </w:p>
    <w:p w14:paraId="1D39B7D4" w14:textId="77777777" w:rsidR="006D2029" w:rsidRPr="00513E1C" w:rsidRDefault="006D2029" w:rsidP="006D2029">
      <w:pPr>
        <w:pStyle w:val="Pealkiri1"/>
        <w:rPr>
          <w:sz w:val="20"/>
        </w:rPr>
      </w:pPr>
    </w:p>
    <w:p w14:paraId="4A4E094C" w14:textId="77777777" w:rsidR="006D2029" w:rsidRPr="00513E1C" w:rsidRDefault="006D2029" w:rsidP="006D2029">
      <w:pPr>
        <w:pStyle w:val="Pealkiri1"/>
        <w:rPr>
          <w:sz w:val="20"/>
        </w:rPr>
      </w:pPr>
      <w:r w:rsidRPr="00513E1C">
        <w:rPr>
          <w:sz w:val="20"/>
        </w:rPr>
        <w:t>Müüja</w:t>
      </w:r>
      <w:r w:rsidRPr="00513E1C">
        <w:rPr>
          <w:sz w:val="20"/>
        </w:rPr>
        <w:tab/>
      </w:r>
      <w:r w:rsidRPr="00513E1C">
        <w:rPr>
          <w:sz w:val="20"/>
        </w:rPr>
        <w:tab/>
      </w:r>
      <w:r w:rsidRPr="00513E1C">
        <w:rPr>
          <w:sz w:val="20"/>
        </w:rPr>
        <w:tab/>
      </w:r>
      <w:r w:rsidRPr="00513E1C">
        <w:rPr>
          <w:sz w:val="20"/>
        </w:rPr>
        <w:tab/>
      </w:r>
      <w:r w:rsidRPr="00513E1C">
        <w:rPr>
          <w:sz w:val="20"/>
        </w:rPr>
        <w:tab/>
      </w:r>
      <w:r w:rsidRPr="00513E1C">
        <w:rPr>
          <w:sz w:val="20"/>
        </w:rPr>
        <w:tab/>
      </w:r>
      <w:r w:rsidRPr="00513E1C">
        <w:rPr>
          <w:sz w:val="20"/>
        </w:rPr>
        <w:tab/>
      </w:r>
      <w:r w:rsidRPr="00513E1C">
        <w:rPr>
          <w:sz w:val="20"/>
        </w:rPr>
        <w:tab/>
        <w:t>Ostja</w:t>
      </w:r>
    </w:p>
    <w:p w14:paraId="2EC774D0" w14:textId="77777777" w:rsidR="006D2029" w:rsidRPr="00513E1C" w:rsidRDefault="006D2029" w:rsidP="006D2029">
      <w:pPr>
        <w:pStyle w:val="Pealkiri1"/>
        <w:rPr>
          <w:b w:val="0"/>
          <w:sz w:val="20"/>
        </w:rPr>
      </w:pPr>
    </w:p>
    <w:p w14:paraId="34D91EFD" w14:textId="77777777" w:rsidR="00537F25" w:rsidRPr="00330C91" w:rsidRDefault="00537F25" w:rsidP="00537F25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8869812" w14:textId="77777777" w:rsidR="00537F25" w:rsidRDefault="00537F25" w:rsidP="00537F25">
      <w:pPr>
        <w:rPr>
          <w:b/>
          <w:sz w:val="20"/>
        </w:rPr>
      </w:pPr>
      <w:r>
        <w:rPr>
          <w:b/>
          <w:sz w:val="20"/>
        </w:rPr>
        <w:t>Mart Enel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Taavi Nassar</w:t>
      </w:r>
    </w:p>
    <w:p w14:paraId="2E849AF2" w14:textId="77777777" w:rsidR="006D2029" w:rsidRPr="00330C91" w:rsidRDefault="006D2029" w:rsidP="006D2029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 xml:space="preserve">Lisa </w:t>
      </w:r>
      <w:r>
        <w:rPr>
          <w:spacing w:val="0"/>
          <w:position w:val="0"/>
          <w:sz w:val="20"/>
        </w:rPr>
        <w:t>3</w:t>
      </w:r>
      <w:r w:rsidR="00645462" w:rsidRPr="00645462">
        <w:rPr>
          <w:spacing w:val="0"/>
          <w:position w:val="0"/>
          <w:sz w:val="20"/>
        </w:rPr>
        <w:t xml:space="preserve"> </w:t>
      </w:r>
    </w:p>
    <w:p w14:paraId="7C78BF90" w14:textId="77777777" w:rsidR="005B0E7C" w:rsidRDefault="005B0E7C" w:rsidP="005B0E7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Förmann</w:t>
      </w:r>
      <w:proofErr w:type="spellEnd"/>
      <w:r>
        <w:rPr>
          <w:spacing w:val="0"/>
          <w:position w:val="0"/>
          <w:sz w:val="20"/>
        </w:rPr>
        <w:t xml:space="preserve"> NT AS</w:t>
      </w:r>
    </w:p>
    <w:p w14:paraId="3F5A04B4" w14:textId="77777777" w:rsidR="005B0E7C" w:rsidRPr="00330C91" w:rsidRDefault="005B0E7C" w:rsidP="005B0E7C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v</w:t>
      </w:r>
      <w:r w:rsidRPr="00330C91">
        <w:rPr>
          <w:spacing w:val="0"/>
          <w:position w:val="0"/>
          <w:sz w:val="20"/>
        </w:rPr>
        <w:t>ahelise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metsamaterjali müügilepingu</w:t>
      </w:r>
    </w:p>
    <w:p w14:paraId="7B733DEF" w14:textId="77777777" w:rsidR="005B0E7C" w:rsidRPr="00330C91" w:rsidRDefault="005B0E7C" w:rsidP="005B0E7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2025/95</w:t>
      </w:r>
      <w:r w:rsidRPr="00330C91">
        <w:rPr>
          <w:spacing w:val="0"/>
          <w:position w:val="0"/>
          <w:sz w:val="20"/>
        </w:rPr>
        <w:t>juurde</w:t>
      </w:r>
    </w:p>
    <w:p w14:paraId="08EA6DD7" w14:textId="77777777" w:rsidR="006D2029" w:rsidRPr="00330C91" w:rsidRDefault="006D2029" w:rsidP="006D2029">
      <w:pPr>
        <w:pStyle w:val="Pealkiri1"/>
        <w:jc w:val="center"/>
        <w:rPr>
          <w:bCs/>
          <w:kern w:val="0"/>
          <w:sz w:val="20"/>
        </w:rPr>
      </w:pPr>
    </w:p>
    <w:p w14:paraId="2484778C" w14:textId="77777777" w:rsidR="006D2029" w:rsidRPr="001F39BC" w:rsidRDefault="006D2029" w:rsidP="006D2029">
      <w:pPr>
        <w:pStyle w:val="Pealkiri1"/>
        <w:jc w:val="center"/>
        <w:rPr>
          <w:rFonts w:ascii="Times New Roman" w:hAnsi="Times New Roman"/>
          <w:kern w:val="0"/>
          <w:sz w:val="20"/>
        </w:rPr>
      </w:pPr>
      <w:r w:rsidRPr="001F39BC">
        <w:rPr>
          <w:rFonts w:ascii="Times New Roman" w:hAnsi="Times New Roman"/>
          <w:kern w:val="0"/>
          <w:sz w:val="20"/>
        </w:rPr>
        <w:t>HINNAKOKKULEPE</w:t>
      </w:r>
    </w:p>
    <w:p w14:paraId="08EAF04F" w14:textId="77777777" w:rsidR="006D2029" w:rsidRPr="00330C91" w:rsidRDefault="006D2029" w:rsidP="006D2029">
      <w:pPr>
        <w:jc w:val="center"/>
        <w:rPr>
          <w:b/>
          <w:sz w:val="20"/>
        </w:rPr>
      </w:pPr>
    </w:p>
    <w:p w14:paraId="3811ADE3" w14:textId="77777777" w:rsidR="006D2029" w:rsidRPr="00330C91" w:rsidRDefault="006D2029" w:rsidP="006D2029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  <w:t>/kuupäev vastavalt hilisemale digitaalallkirja kuupäevale/</w:t>
      </w:r>
    </w:p>
    <w:p w14:paraId="1948B73B" w14:textId="77777777" w:rsidR="006D2029" w:rsidRDefault="006D2029" w:rsidP="006D2029">
      <w:pPr>
        <w:tabs>
          <w:tab w:val="left" w:pos="9060"/>
        </w:tabs>
        <w:rPr>
          <w:sz w:val="20"/>
        </w:rPr>
      </w:pPr>
    </w:p>
    <w:p w14:paraId="15AA1D24" w14:textId="77777777" w:rsidR="006D2029" w:rsidRDefault="006D2029" w:rsidP="006D2029">
      <w:pPr>
        <w:numPr>
          <w:ilvl w:val="0"/>
          <w:numId w:val="12"/>
        </w:numPr>
        <w:rPr>
          <w:bCs/>
          <w:sz w:val="20"/>
        </w:rPr>
      </w:pPr>
      <w:r w:rsidRPr="00330C91">
        <w:rPr>
          <w:bCs/>
          <w:sz w:val="20"/>
        </w:rPr>
        <w:t xml:space="preserve">Müüja müüb ja Ostja ostab Metsamaterjali, mille hind Ostja laos </w:t>
      </w:r>
      <w:r>
        <w:rPr>
          <w:bCs/>
          <w:sz w:val="20"/>
        </w:rPr>
        <w:t xml:space="preserve">DAT </w:t>
      </w:r>
      <w:r w:rsidR="004B4BCB">
        <w:rPr>
          <w:bCs/>
          <w:sz w:val="20"/>
        </w:rPr>
        <w:t>Vastseliina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>on sätestatud alljärgnevalt:</w:t>
      </w:r>
    </w:p>
    <w:p w14:paraId="3A2CA53A" w14:textId="77777777" w:rsidR="008A4418" w:rsidRDefault="008A4418" w:rsidP="008A4418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8A4418" w14:paraId="4330F6AE" w14:textId="77777777" w:rsidTr="00CE40D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B6FEB" w14:textId="77777777" w:rsidR="008A4418" w:rsidRDefault="008A4418" w:rsidP="00CE40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18002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ABC</w:t>
            </w:r>
            <w:r w:rsidR="00466D88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E8AD4F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4D8EB6" w14:textId="77777777" w:rsidR="008A4418" w:rsidRPr="001926CB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33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689BE2" w14:textId="77777777" w:rsidR="008A4418" w:rsidRDefault="00466D8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</w:t>
            </w:r>
          </w:p>
        </w:tc>
      </w:tr>
      <w:tr w:rsidR="008A4418" w14:paraId="63DEA443" w14:textId="77777777" w:rsidTr="00CE40D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45949" w14:textId="77777777" w:rsidR="008A4418" w:rsidRDefault="008A4418" w:rsidP="00CE40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Kuuse</w:t>
            </w:r>
            <w:r w:rsidRPr="00CB08DF">
              <w:rPr>
                <w:bCs/>
                <w:sz w:val="20"/>
              </w:rPr>
              <w:t>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22AD3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1AA4F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13-17,9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6F6162" w14:textId="77777777" w:rsidR="008A4418" w:rsidRPr="001926CB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7A76C" w14:textId="715E3AE8" w:rsidR="008A4418" w:rsidRDefault="009D298E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</w:t>
            </w:r>
          </w:p>
        </w:tc>
      </w:tr>
      <w:tr w:rsidR="008A4418" w14:paraId="1385B7CF" w14:textId="77777777" w:rsidTr="00CE40D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089DC" w14:textId="77777777" w:rsidR="008A4418" w:rsidRDefault="008A4418" w:rsidP="00CE40D4">
            <w:pPr>
              <w:rPr>
                <w:bCs/>
                <w:sz w:val="20"/>
              </w:rPr>
            </w:pPr>
            <w:r w:rsidRPr="00060B0A">
              <w:rPr>
                <w:bCs/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C5AFDC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 w:rsidRPr="00C851D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87D56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18-24,9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ED342C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72CFD" w14:textId="559BC7DD" w:rsidR="008A4418" w:rsidRDefault="009D298E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124</w:t>
            </w:r>
          </w:p>
        </w:tc>
      </w:tr>
      <w:tr w:rsidR="008A4418" w14:paraId="67D7319F" w14:textId="77777777" w:rsidTr="00CE40D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E94822" w14:textId="77777777" w:rsidR="008A4418" w:rsidRPr="00060B0A" w:rsidRDefault="008A4418" w:rsidP="00CE40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810238" w14:textId="77777777" w:rsidR="008A4418" w:rsidRPr="00C851D4" w:rsidRDefault="008A4418" w:rsidP="00CE40D4">
            <w:pPr>
              <w:jc w:val="center"/>
              <w:rPr>
                <w:bCs/>
                <w:sz w:val="20"/>
              </w:rPr>
            </w:pPr>
            <w:r w:rsidRPr="00C851D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EC4DB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25-31,9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2ED55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27C5AC" w14:textId="2835A942" w:rsidR="008A4418" w:rsidRDefault="009D298E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125</w:t>
            </w:r>
          </w:p>
        </w:tc>
      </w:tr>
      <w:tr w:rsidR="008A4418" w14:paraId="585C49F8" w14:textId="77777777" w:rsidTr="00CE40D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978E4F" w14:textId="77777777" w:rsidR="008A4418" w:rsidRDefault="008A4418" w:rsidP="00CE40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3B359A" w14:textId="77777777" w:rsidR="008A4418" w:rsidRPr="00C851D4" w:rsidRDefault="008A4418" w:rsidP="00CE40D4">
            <w:pPr>
              <w:jc w:val="center"/>
              <w:rPr>
                <w:bCs/>
                <w:sz w:val="20"/>
              </w:rPr>
            </w:pPr>
            <w:r w:rsidRPr="00C851D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44B09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32-60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3F55F0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09E78" w14:textId="2AF1560A" w:rsidR="008A4418" w:rsidRDefault="009D298E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125</w:t>
            </w:r>
          </w:p>
        </w:tc>
      </w:tr>
      <w:tr w:rsidR="008A4418" w14:paraId="5783A40D" w14:textId="77777777" w:rsidTr="00CE40D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E89E8" w14:textId="77777777" w:rsidR="008A4418" w:rsidRDefault="008A4418" w:rsidP="00CE40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D68D0" w14:textId="77777777" w:rsidR="008A4418" w:rsidRPr="00C851D4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AE41B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CDB2E7" w14:textId="77777777" w:rsidR="008A4418" w:rsidRDefault="00466D8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</w:t>
            </w:r>
            <w:r w:rsidR="008A4418">
              <w:rPr>
                <w:bCs/>
                <w:sz w:val="20"/>
              </w:rPr>
              <w:t>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55329D" w14:textId="2264376B" w:rsidR="008A4418" w:rsidRDefault="009D298E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</w:t>
            </w:r>
          </w:p>
        </w:tc>
      </w:tr>
      <w:tr w:rsidR="008A4418" w14:paraId="4D6A1C4C" w14:textId="77777777" w:rsidTr="00CE40D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95997" w14:textId="77777777" w:rsidR="008A4418" w:rsidRDefault="008A4418" w:rsidP="00CE40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Kuuse</w:t>
            </w:r>
            <w:r w:rsidRPr="00CB08DF">
              <w:rPr>
                <w:bCs/>
                <w:sz w:val="20"/>
              </w:rPr>
              <w:t>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EF203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7362F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B65B6C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DE40D6" w14:textId="77777777" w:rsidR="008A4418" w:rsidRDefault="00466D8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  <w:tr w:rsidR="008A4418" w14:paraId="4DC68A90" w14:textId="77777777" w:rsidTr="00CE40D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CC5F2E" w14:textId="77777777" w:rsidR="008A4418" w:rsidRDefault="008A4418" w:rsidP="00CE40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6C642C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Praak metalliga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4B9439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8216EF" w14:textId="77777777" w:rsidR="008A4418" w:rsidRDefault="008A441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B6D2ED" w14:textId="77777777" w:rsidR="008A4418" w:rsidRDefault="00466D88" w:rsidP="00CE40D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</w:t>
            </w:r>
          </w:p>
        </w:tc>
      </w:tr>
    </w:tbl>
    <w:p w14:paraId="54BEA68E" w14:textId="77777777" w:rsidR="008A4418" w:rsidRDefault="008A4418" w:rsidP="008A4418">
      <w:pPr>
        <w:rPr>
          <w:bCs/>
          <w:sz w:val="20"/>
        </w:rPr>
      </w:pPr>
    </w:p>
    <w:p w14:paraId="19DFE17C" w14:textId="77777777" w:rsidR="00133917" w:rsidRPr="00330C91" w:rsidRDefault="00133917" w:rsidP="006D2029">
      <w:pPr>
        <w:tabs>
          <w:tab w:val="left" w:pos="1134"/>
        </w:tabs>
        <w:jc w:val="both"/>
        <w:rPr>
          <w:bCs/>
          <w:sz w:val="20"/>
        </w:rPr>
      </w:pPr>
    </w:p>
    <w:p w14:paraId="3324754B" w14:textId="77777777" w:rsidR="009D298E" w:rsidRDefault="006D2029" w:rsidP="006D2029">
      <w:pPr>
        <w:tabs>
          <w:tab w:val="left" w:pos="1134"/>
        </w:tabs>
        <w:jc w:val="both"/>
        <w:rPr>
          <w:bCs/>
          <w:sz w:val="20"/>
        </w:rPr>
      </w:pPr>
      <w:r>
        <w:rPr>
          <w:bCs/>
          <w:sz w:val="20"/>
        </w:rPr>
        <w:t>H</w:t>
      </w:r>
      <w:r w:rsidRPr="00330C91">
        <w:rPr>
          <w:bCs/>
          <w:sz w:val="20"/>
        </w:rPr>
        <w:t xml:space="preserve">indadele lisandub käibemaks </w:t>
      </w:r>
    </w:p>
    <w:p w14:paraId="17B30D93" w14:textId="1BC19B65" w:rsidR="006D2029" w:rsidRPr="00330C91" w:rsidRDefault="006D2029" w:rsidP="006D2029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9D298E">
        <w:rPr>
          <w:bCs/>
          <w:sz w:val="20"/>
        </w:rPr>
        <w:t>03</w:t>
      </w:r>
      <w:r w:rsidR="0072514B">
        <w:rPr>
          <w:bCs/>
          <w:sz w:val="20"/>
        </w:rPr>
        <w:t>.0</w:t>
      </w:r>
      <w:r w:rsidR="009D298E">
        <w:rPr>
          <w:bCs/>
          <w:sz w:val="20"/>
        </w:rPr>
        <w:t>4</w:t>
      </w:r>
      <w:r w:rsidR="0072514B">
        <w:rPr>
          <w:bCs/>
          <w:sz w:val="20"/>
        </w:rPr>
        <w:t>.202</w:t>
      </w:r>
      <w:r w:rsidR="009D298E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9D298E">
        <w:rPr>
          <w:bCs/>
          <w:sz w:val="20"/>
        </w:rPr>
        <w:t>3</w:t>
      </w:r>
      <w:r w:rsidR="002720A3">
        <w:rPr>
          <w:bCs/>
          <w:sz w:val="20"/>
        </w:rPr>
        <w:t>0</w:t>
      </w:r>
      <w:r w:rsidR="0072514B">
        <w:rPr>
          <w:bCs/>
          <w:sz w:val="20"/>
        </w:rPr>
        <w:t>.</w:t>
      </w:r>
      <w:r w:rsidR="009D298E">
        <w:rPr>
          <w:bCs/>
          <w:sz w:val="20"/>
        </w:rPr>
        <w:t>0</w:t>
      </w:r>
      <w:r w:rsidR="002720A3">
        <w:rPr>
          <w:bCs/>
          <w:sz w:val="20"/>
        </w:rPr>
        <w:t>6</w:t>
      </w:r>
      <w:r w:rsidR="0072514B">
        <w:rPr>
          <w:bCs/>
          <w:sz w:val="20"/>
        </w:rPr>
        <w:t>.202</w:t>
      </w:r>
      <w:r w:rsidR="009D298E">
        <w:rPr>
          <w:bCs/>
          <w:sz w:val="20"/>
        </w:rPr>
        <w:t>5</w:t>
      </w:r>
      <w:r w:rsidR="00AF693A">
        <w:rPr>
          <w:bCs/>
          <w:sz w:val="20"/>
        </w:rPr>
        <w:t xml:space="preserve"> </w:t>
      </w:r>
      <w:r>
        <w:rPr>
          <w:bCs/>
          <w:sz w:val="20"/>
        </w:rPr>
        <w:t>.</w:t>
      </w:r>
    </w:p>
    <w:p w14:paraId="4B1C7826" w14:textId="77777777" w:rsidR="006D2029" w:rsidRPr="00330C91" w:rsidRDefault="006D2029" w:rsidP="006D2029">
      <w:pPr>
        <w:rPr>
          <w:b/>
          <w:sz w:val="20"/>
        </w:rPr>
      </w:pPr>
    </w:p>
    <w:p w14:paraId="1E3A290A" w14:textId="77777777" w:rsidR="006D2029" w:rsidRPr="00330C91" w:rsidRDefault="006D2029" w:rsidP="006D2029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845394D" w14:textId="77777777" w:rsidR="006D2029" w:rsidRPr="00330C91" w:rsidRDefault="006D2029" w:rsidP="006D2029">
      <w:pPr>
        <w:rPr>
          <w:sz w:val="20"/>
        </w:rPr>
      </w:pPr>
    </w:p>
    <w:p w14:paraId="52B4228D" w14:textId="77777777" w:rsidR="006D2029" w:rsidRPr="00330C91" w:rsidRDefault="006D2029" w:rsidP="006D2029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39E646C" w14:textId="77777777" w:rsidR="006D2029" w:rsidRPr="00330C91" w:rsidRDefault="006D2029" w:rsidP="006D2029">
      <w:pPr>
        <w:rPr>
          <w:sz w:val="20"/>
        </w:rPr>
      </w:pPr>
    </w:p>
    <w:p w14:paraId="4E7F5DF9" w14:textId="77777777" w:rsidR="00537F25" w:rsidRPr="00330C91" w:rsidRDefault="00537F25" w:rsidP="00537F25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744F207" w14:textId="77777777" w:rsidR="00537F25" w:rsidRDefault="00537F25" w:rsidP="00537F25">
      <w:pPr>
        <w:rPr>
          <w:b/>
          <w:sz w:val="20"/>
        </w:rPr>
      </w:pPr>
      <w:r>
        <w:rPr>
          <w:b/>
          <w:sz w:val="20"/>
        </w:rPr>
        <w:t>Mart Enel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Taavi Nassar</w:t>
      </w:r>
    </w:p>
    <w:p w14:paraId="7B059E7A" w14:textId="77777777" w:rsidR="006D2029" w:rsidRDefault="006D2029" w:rsidP="00865A3A">
      <w:pPr>
        <w:jc w:val="both"/>
        <w:rPr>
          <w:i/>
          <w:sz w:val="20"/>
        </w:rPr>
      </w:pPr>
    </w:p>
    <w:p w14:paraId="219DA768" w14:textId="77777777" w:rsidR="00DD46B4" w:rsidRDefault="00DD46B4" w:rsidP="00865A3A">
      <w:pPr>
        <w:jc w:val="both"/>
        <w:rPr>
          <w:i/>
          <w:sz w:val="20"/>
        </w:rPr>
      </w:pPr>
    </w:p>
    <w:p w14:paraId="382C08A3" w14:textId="77777777" w:rsidR="00DD46B4" w:rsidRDefault="00DD46B4" w:rsidP="00865A3A">
      <w:pPr>
        <w:jc w:val="both"/>
        <w:rPr>
          <w:i/>
          <w:sz w:val="20"/>
        </w:rPr>
      </w:pPr>
    </w:p>
    <w:p w14:paraId="0C54367A" w14:textId="77777777" w:rsidR="00DD46B4" w:rsidRDefault="00DD46B4" w:rsidP="00865A3A">
      <w:pPr>
        <w:jc w:val="both"/>
        <w:rPr>
          <w:i/>
          <w:sz w:val="20"/>
        </w:rPr>
      </w:pPr>
    </w:p>
    <w:sectPr w:rsidR="00DD46B4" w:rsidSect="00B923F1">
      <w:headerReference w:type="default" r:id="rId7"/>
      <w:headerReference w:type="firs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34FE7" w14:textId="77777777" w:rsidR="00CE40D4" w:rsidRDefault="00CE40D4">
      <w:r>
        <w:separator/>
      </w:r>
    </w:p>
  </w:endnote>
  <w:endnote w:type="continuationSeparator" w:id="0">
    <w:p w14:paraId="307B0A4A" w14:textId="77777777" w:rsidR="00CE40D4" w:rsidRDefault="00CE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C10F" w14:textId="77777777" w:rsidR="00547071" w:rsidRDefault="00547071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7C80B" w14:textId="77777777" w:rsidR="00CE40D4" w:rsidRDefault="00CE40D4">
      <w:r>
        <w:separator/>
      </w:r>
    </w:p>
  </w:footnote>
  <w:footnote w:type="continuationSeparator" w:id="0">
    <w:p w14:paraId="58F0A4A8" w14:textId="77777777" w:rsidR="00CE40D4" w:rsidRDefault="00CE4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6B713" w14:textId="77777777" w:rsidR="00547071" w:rsidRDefault="00547071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466D88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7CEA4D0F" w14:textId="2D1A1152" w:rsidR="00547071" w:rsidRPr="00E144F2" w:rsidRDefault="00547071" w:rsidP="003E6BFF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2A35A" w14:textId="77777777" w:rsidR="00547071" w:rsidRPr="00A67C68" w:rsidRDefault="00547071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9D1EC4"/>
    <w:multiLevelType w:val="hybridMultilevel"/>
    <w:tmpl w:val="5278176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F711A66"/>
    <w:multiLevelType w:val="hybridMultilevel"/>
    <w:tmpl w:val="0180DB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F71931"/>
    <w:multiLevelType w:val="multilevel"/>
    <w:tmpl w:val="99ACD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0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B0070A"/>
    <w:multiLevelType w:val="multilevel"/>
    <w:tmpl w:val="E18C6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  <w:b/>
      </w:rPr>
    </w:lvl>
  </w:abstractNum>
  <w:abstractNum w:abstractNumId="12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1191526"/>
    <w:multiLevelType w:val="hybridMultilevel"/>
    <w:tmpl w:val="E910A0F0"/>
    <w:lvl w:ilvl="0" w:tplc="FE4428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9839614">
    <w:abstractNumId w:val="0"/>
  </w:num>
  <w:num w:numId="2" w16cid:durableId="471485588">
    <w:abstractNumId w:val="9"/>
  </w:num>
  <w:num w:numId="3" w16cid:durableId="468208907">
    <w:abstractNumId w:val="7"/>
  </w:num>
  <w:num w:numId="4" w16cid:durableId="2042782598">
    <w:abstractNumId w:val="10"/>
  </w:num>
  <w:num w:numId="5" w16cid:durableId="919293731">
    <w:abstractNumId w:val="12"/>
  </w:num>
  <w:num w:numId="6" w16cid:durableId="2147117673">
    <w:abstractNumId w:val="14"/>
  </w:num>
  <w:num w:numId="7" w16cid:durableId="614403686">
    <w:abstractNumId w:val="15"/>
  </w:num>
  <w:num w:numId="8" w16cid:durableId="313608090">
    <w:abstractNumId w:val="3"/>
  </w:num>
  <w:num w:numId="9" w16cid:durableId="929393860">
    <w:abstractNumId w:val="5"/>
  </w:num>
  <w:num w:numId="10" w16cid:durableId="1974670081">
    <w:abstractNumId w:val="1"/>
  </w:num>
  <w:num w:numId="11" w16cid:durableId="1614746497">
    <w:abstractNumId w:val="2"/>
  </w:num>
  <w:num w:numId="12" w16cid:durableId="373969249">
    <w:abstractNumId w:val="11"/>
  </w:num>
  <w:num w:numId="13" w16cid:durableId="1924146839">
    <w:abstractNumId w:val="13"/>
  </w:num>
  <w:num w:numId="14" w16cid:durableId="1965187661">
    <w:abstractNumId w:val="4"/>
  </w:num>
  <w:num w:numId="15" w16cid:durableId="1714114161">
    <w:abstractNumId w:val="6"/>
  </w:num>
  <w:num w:numId="16" w16cid:durableId="128149452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4E6"/>
    <w:rsid w:val="00003CCC"/>
    <w:rsid w:val="00004149"/>
    <w:rsid w:val="000043BD"/>
    <w:rsid w:val="00005090"/>
    <w:rsid w:val="00006789"/>
    <w:rsid w:val="0001148D"/>
    <w:rsid w:val="000114BF"/>
    <w:rsid w:val="00012318"/>
    <w:rsid w:val="00012D8E"/>
    <w:rsid w:val="00013582"/>
    <w:rsid w:val="00025146"/>
    <w:rsid w:val="00026F5F"/>
    <w:rsid w:val="000314C3"/>
    <w:rsid w:val="00031E41"/>
    <w:rsid w:val="00035B26"/>
    <w:rsid w:val="00042140"/>
    <w:rsid w:val="0004239B"/>
    <w:rsid w:val="0004317E"/>
    <w:rsid w:val="000542FB"/>
    <w:rsid w:val="0005446F"/>
    <w:rsid w:val="00057C7C"/>
    <w:rsid w:val="000610EB"/>
    <w:rsid w:val="000619BA"/>
    <w:rsid w:val="00063D2B"/>
    <w:rsid w:val="00063E4E"/>
    <w:rsid w:val="00064CAF"/>
    <w:rsid w:val="00066283"/>
    <w:rsid w:val="000666E7"/>
    <w:rsid w:val="00066A2A"/>
    <w:rsid w:val="000672A5"/>
    <w:rsid w:val="00072B59"/>
    <w:rsid w:val="0007448A"/>
    <w:rsid w:val="00074A7E"/>
    <w:rsid w:val="00076B1C"/>
    <w:rsid w:val="00076E37"/>
    <w:rsid w:val="00085051"/>
    <w:rsid w:val="0008685A"/>
    <w:rsid w:val="00090699"/>
    <w:rsid w:val="000908A9"/>
    <w:rsid w:val="00090EBB"/>
    <w:rsid w:val="0009174B"/>
    <w:rsid w:val="0009669F"/>
    <w:rsid w:val="000A093A"/>
    <w:rsid w:val="000A0DDE"/>
    <w:rsid w:val="000A6C3C"/>
    <w:rsid w:val="000B0974"/>
    <w:rsid w:val="000B157A"/>
    <w:rsid w:val="000B430C"/>
    <w:rsid w:val="000B5349"/>
    <w:rsid w:val="000B7C03"/>
    <w:rsid w:val="000C0F0C"/>
    <w:rsid w:val="000C16EB"/>
    <w:rsid w:val="000C3E30"/>
    <w:rsid w:val="000C53F6"/>
    <w:rsid w:val="000C58FB"/>
    <w:rsid w:val="000C6D45"/>
    <w:rsid w:val="000D1A91"/>
    <w:rsid w:val="000E1700"/>
    <w:rsid w:val="000E3545"/>
    <w:rsid w:val="000E4E06"/>
    <w:rsid w:val="000E6098"/>
    <w:rsid w:val="000F4314"/>
    <w:rsid w:val="000F6712"/>
    <w:rsid w:val="000F6C46"/>
    <w:rsid w:val="001040E1"/>
    <w:rsid w:val="00106A8F"/>
    <w:rsid w:val="001073C0"/>
    <w:rsid w:val="00111D72"/>
    <w:rsid w:val="0011431B"/>
    <w:rsid w:val="001156EF"/>
    <w:rsid w:val="00120B0E"/>
    <w:rsid w:val="00121F5F"/>
    <w:rsid w:val="001238EA"/>
    <w:rsid w:val="00126E0C"/>
    <w:rsid w:val="00127085"/>
    <w:rsid w:val="00127101"/>
    <w:rsid w:val="0012727E"/>
    <w:rsid w:val="00127C2E"/>
    <w:rsid w:val="00127E21"/>
    <w:rsid w:val="00131849"/>
    <w:rsid w:val="001336DB"/>
    <w:rsid w:val="00133917"/>
    <w:rsid w:val="00133963"/>
    <w:rsid w:val="0013656B"/>
    <w:rsid w:val="00140348"/>
    <w:rsid w:val="001442D4"/>
    <w:rsid w:val="00147BDF"/>
    <w:rsid w:val="00152C0E"/>
    <w:rsid w:val="00153862"/>
    <w:rsid w:val="00157357"/>
    <w:rsid w:val="00157D40"/>
    <w:rsid w:val="00165381"/>
    <w:rsid w:val="00166553"/>
    <w:rsid w:val="00173E49"/>
    <w:rsid w:val="00183D82"/>
    <w:rsid w:val="00194AEE"/>
    <w:rsid w:val="001968B0"/>
    <w:rsid w:val="001A043B"/>
    <w:rsid w:val="001A4374"/>
    <w:rsid w:val="001A6EC2"/>
    <w:rsid w:val="001B1F4C"/>
    <w:rsid w:val="001C037C"/>
    <w:rsid w:val="001C33E6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39BC"/>
    <w:rsid w:val="001F424D"/>
    <w:rsid w:val="001F5D9F"/>
    <w:rsid w:val="0021202D"/>
    <w:rsid w:val="00212CA7"/>
    <w:rsid w:val="00216D5C"/>
    <w:rsid w:val="00224D55"/>
    <w:rsid w:val="00226AB7"/>
    <w:rsid w:val="00236C7C"/>
    <w:rsid w:val="0024080D"/>
    <w:rsid w:val="00242579"/>
    <w:rsid w:val="00243245"/>
    <w:rsid w:val="00243D01"/>
    <w:rsid w:val="00244094"/>
    <w:rsid w:val="00244AC9"/>
    <w:rsid w:val="002465D4"/>
    <w:rsid w:val="0024695A"/>
    <w:rsid w:val="002522AB"/>
    <w:rsid w:val="00252330"/>
    <w:rsid w:val="00253B30"/>
    <w:rsid w:val="002562CE"/>
    <w:rsid w:val="00256E72"/>
    <w:rsid w:val="00265D01"/>
    <w:rsid w:val="00266D75"/>
    <w:rsid w:val="002720A3"/>
    <w:rsid w:val="00274C4E"/>
    <w:rsid w:val="00275117"/>
    <w:rsid w:val="00277A7E"/>
    <w:rsid w:val="00277EA6"/>
    <w:rsid w:val="00280746"/>
    <w:rsid w:val="0028146B"/>
    <w:rsid w:val="00290D10"/>
    <w:rsid w:val="002910FC"/>
    <w:rsid w:val="0029511A"/>
    <w:rsid w:val="00296AE8"/>
    <w:rsid w:val="002976AD"/>
    <w:rsid w:val="002A0161"/>
    <w:rsid w:val="002A0FA8"/>
    <w:rsid w:val="002A1CCF"/>
    <w:rsid w:val="002A3541"/>
    <w:rsid w:val="002A5316"/>
    <w:rsid w:val="002B3228"/>
    <w:rsid w:val="002B47C6"/>
    <w:rsid w:val="002C0E85"/>
    <w:rsid w:val="002C2796"/>
    <w:rsid w:val="002C28C5"/>
    <w:rsid w:val="002C3086"/>
    <w:rsid w:val="002D6E2B"/>
    <w:rsid w:val="002E0A02"/>
    <w:rsid w:val="002E1392"/>
    <w:rsid w:val="002E6CCF"/>
    <w:rsid w:val="002E6FB9"/>
    <w:rsid w:val="002F1618"/>
    <w:rsid w:val="002F3C88"/>
    <w:rsid w:val="002F6AF8"/>
    <w:rsid w:val="00312D5E"/>
    <w:rsid w:val="00314AD1"/>
    <w:rsid w:val="003305F9"/>
    <w:rsid w:val="00330C91"/>
    <w:rsid w:val="003311F0"/>
    <w:rsid w:val="00332186"/>
    <w:rsid w:val="00340133"/>
    <w:rsid w:val="003415B9"/>
    <w:rsid w:val="003470C4"/>
    <w:rsid w:val="003502BF"/>
    <w:rsid w:val="00350BD3"/>
    <w:rsid w:val="003535F0"/>
    <w:rsid w:val="00353A37"/>
    <w:rsid w:val="0035572E"/>
    <w:rsid w:val="0035758D"/>
    <w:rsid w:val="0036209B"/>
    <w:rsid w:val="003648F0"/>
    <w:rsid w:val="00364B61"/>
    <w:rsid w:val="00365B8E"/>
    <w:rsid w:val="00365BA6"/>
    <w:rsid w:val="00365BAB"/>
    <w:rsid w:val="00366BF5"/>
    <w:rsid w:val="003709FC"/>
    <w:rsid w:val="00370AF5"/>
    <w:rsid w:val="00371F9C"/>
    <w:rsid w:val="00375618"/>
    <w:rsid w:val="00376A5E"/>
    <w:rsid w:val="00377256"/>
    <w:rsid w:val="003835C4"/>
    <w:rsid w:val="003855B6"/>
    <w:rsid w:val="0038607A"/>
    <w:rsid w:val="00387747"/>
    <w:rsid w:val="00390CA0"/>
    <w:rsid w:val="00394724"/>
    <w:rsid w:val="0039776B"/>
    <w:rsid w:val="00397A33"/>
    <w:rsid w:val="003A265D"/>
    <w:rsid w:val="003A3321"/>
    <w:rsid w:val="003A4578"/>
    <w:rsid w:val="003A7DD1"/>
    <w:rsid w:val="003B4A4A"/>
    <w:rsid w:val="003C2045"/>
    <w:rsid w:val="003C2068"/>
    <w:rsid w:val="003C2819"/>
    <w:rsid w:val="003C30FD"/>
    <w:rsid w:val="003C51F8"/>
    <w:rsid w:val="003D04A2"/>
    <w:rsid w:val="003D65D5"/>
    <w:rsid w:val="003D74F1"/>
    <w:rsid w:val="003E3C19"/>
    <w:rsid w:val="003E6BFF"/>
    <w:rsid w:val="003F03F4"/>
    <w:rsid w:val="003F3504"/>
    <w:rsid w:val="003F6945"/>
    <w:rsid w:val="00402067"/>
    <w:rsid w:val="00402F9C"/>
    <w:rsid w:val="0040510B"/>
    <w:rsid w:val="004055D0"/>
    <w:rsid w:val="00405AB4"/>
    <w:rsid w:val="00413CE1"/>
    <w:rsid w:val="00424446"/>
    <w:rsid w:val="0042645F"/>
    <w:rsid w:val="004267A0"/>
    <w:rsid w:val="00426AC7"/>
    <w:rsid w:val="00431F2A"/>
    <w:rsid w:val="00436C2D"/>
    <w:rsid w:val="00437D16"/>
    <w:rsid w:val="00440978"/>
    <w:rsid w:val="004409A5"/>
    <w:rsid w:val="00442950"/>
    <w:rsid w:val="00446209"/>
    <w:rsid w:val="00446431"/>
    <w:rsid w:val="0044784B"/>
    <w:rsid w:val="0045073B"/>
    <w:rsid w:val="004534FA"/>
    <w:rsid w:val="00455063"/>
    <w:rsid w:val="004578B2"/>
    <w:rsid w:val="004614C1"/>
    <w:rsid w:val="00464558"/>
    <w:rsid w:val="004669AE"/>
    <w:rsid w:val="00466D88"/>
    <w:rsid w:val="00467DE1"/>
    <w:rsid w:val="00470747"/>
    <w:rsid w:val="00475C87"/>
    <w:rsid w:val="00475FBD"/>
    <w:rsid w:val="004764B2"/>
    <w:rsid w:val="004764DB"/>
    <w:rsid w:val="004772CA"/>
    <w:rsid w:val="00487E5D"/>
    <w:rsid w:val="004958AA"/>
    <w:rsid w:val="004A181E"/>
    <w:rsid w:val="004A46F5"/>
    <w:rsid w:val="004A641A"/>
    <w:rsid w:val="004B17C5"/>
    <w:rsid w:val="004B3282"/>
    <w:rsid w:val="004B34BE"/>
    <w:rsid w:val="004B44DF"/>
    <w:rsid w:val="004B4A1D"/>
    <w:rsid w:val="004B4BCB"/>
    <w:rsid w:val="004B7F4B"/>
    <w:rsid w:val="004C074B"/>
    <w:rsid w:val="004C2DDA"/>
    <w:rsid w:val="004C7ACC"/>
    <w:rsid w:val="004D054B"/>
    <w:rsid w:val="004D1234"/>
    <w:rsid w:val="004D6E8B"/>
    <w:rsid w:val="004E0A54"/>
    <w:rsid w:val="004E0BD9"/>
    <w:rsid w:val="004E17FF"/>
    <w:rsid w:val="004E72A6"/>
    <w:rsid w:val="004F3DE5"/>
    <w:rsid w:val="004F69EB"/>
    <w:rsid w:val="0050046E"/>
    <w:rsid w:val="005018BA"/>
    <w:rsid w:val="0050533C"/>
    <w:rsid w:val="00507899"/>
    <w:rsid w:val="00511645"/>
    <w:rsid w:val="00513E1C"/>
    <w:rsid w:val="00514BC3"/>
    <w:rsid w:val="00515255"/>
    <w:rsid w:val="005154D6"/>
    <w:rsid w:val="00524888"/>
    <w:rsid w:val="005253F3"/>
    <w:rsid w:val="00526921"/>
    <w:rsid w:val="00532189"/>
    <w:rsid w:val="00532B8D"/>
    <w:rsid w:val="00534E5B"/>
    <w:rsid w:val="00537F25"/>
    <w:rsid w:val="00541813"/>
    <w:rsid w:val="005446C0"/>
    <w:rsid w:val="00547071"/>
    <w:rsid w:val="00547DC1"/>
    <w:rsid w:val="00550165"/>
    <w:rsid w:val="00550631"/>
    <w:rsid w:val="005512C4"/>
    <w:rsid w:val="00552127"/>
    <w:rsid w:val="00552499"/>
    <w:rsid w:val="005655A4"/>
    <w:rsid w:val="00566DA4"/>
    <w:rsid w:val="00574248"/>
    <w:rsid w:val="0058348A"/>
    <w:rsid w:val="0059149C"/>
    <w:rsid w:val="005A06D1"/>
    <w:rsid w:val="005A23F1"/>
    <w:rsid w:val="005A3544"/>
    <w:rsid w:val="005A432C"/>
    <w:rsid w:val="005A6DC6"/>
    <w:rsid w:val="005A738C"/>
    <w:rsid w:val="005B0E7C"/>
    <w:rsid w:val="005B0F9F"/>
    <w:rsid w:val="005B20F3"/>
    <w:rsid w:val="005B3CB3"/>
    <w:rsid w:val="005B7099"/>
    <w:rsid w:val="005B77F6"/>
    <w:rsid w:val="005C0954"/>
    <w:rsid w:val="005C0CA3"/>
    <w:rsid w:val="005C0F01"/>
    <w:rsid w:val="005C3257"/>
    <w:rsid w:val="005D229E"/>
    <w:rsid w:val="005D281D"/>
    <w:rsid w:val="005D6D69"/>
    <w:rsid w:val="005E0E20"/>
    <w:rsid w:val="005E216A"/>
    <w:rsid w:val="005E37F8"/>
    <w:rsid w:val="005E756B"/>
    <w:rsid w:val="005F1009"/>
    <w:rsid w:val="005F59DC"/>
    <w:rsid w:val="00605364"/>
    <w:rsid w:val="0060643C"/>
    <w:rsid w:val="0060681C"/>
    <w:rsid w:val="00607A95"/>
    <w:rsid w:val="00607E5E"/>
    <w:rsid w:val="006111F1"/>
    <w:rsid w:val="00613B6A"/>
    <w:rsid w:val="00613F92"/>
    <w:rsid w:val="00621A7E"/>
    <w:rsid w:val="00622151"/>
    <w:rsid w:val="00622746"/>
    <w:rsid w:val="006234BA"/>
    <w:rsid w:val="006277C4"/>
    <w:rsid w:val="0063210F"/>
    <w:rsid w:val="006347AD"/>
    <w:rsid w:val="0063661A"/>
    <w:rsid w:val="006371FC"/>
    <w:rsid w:val="00641871"/>
    <w:rsid w:val="00645462"/>
    <w:rsid w:val="00646F93"/>
    <w:rsid w:val="00650126"/>
    <w:rsid w:val="006515CB"/>
    <w:rsid w:val="00656DBC"/>
    <w:rsid w:val="00662EDA"/>
    <w:rsid w:val="00663A94"/>
    <w:rsid w:val="006641DD"/>
    <w:rsid w:val="0066428B"/>
    <w:rsid w:val="0066527D"/>
    <w:rsid w:val="00676EAE"/>
    <w:rsid w:val="00676EC6"/>
    <w:rsid w:val="00682111"/>
    <w:rsid w:val="00682EEA"/>
    <w:rsid w:val="006900B0"/>
    <w:rsid w:val="006918B4"/>
    <w:rsid w:val="006975E1"/>
    <w:rsid w:val="006A2FC1"/>
    <w:rsid w:val="006A6699"/>
    <w:rsid w:val="006D036C"/>
    <w:rsid w:val="006D05A5"/>
    <w:rsid w:val="006D2029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5001"/>
    <w:rsid w:val="00707EA7"/>
    <w:rsid w:val="00711A66"/>
    <w:rsid w:val="00711BBD"/>
    <w:rsid w:val="00715B23"/>
    <w:rsid w:val="00720C6E"/>
    <w:rsid w:val="00720FB5"/>
    <w:rsid w:val="00722B59"/>
    <w:rsid w:val="007243E7"/>
    <w:rsid w:val="0072514B"/>
    <w:rsid w:val="0073036D"/>
    <w:rsid w:val="00731A2A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75310"/>
    <w:rsid w:val="007756FA"/>
    <w:rsid w:val="0078175C"/>
    <w:rsid w:val="00783E8B"/>
    <w:rsid w:val="007863C1"/>
    <w:rsid w:val="00790A0C"/>
    <w:rsid w:val="00791078"/>
    <w:rsid w:val="00793C6F"/>
    <w:rsid w:val="00797563"/>
    <w:rsid w:val="007A19D4"/>
    <w:rsid w:val="007A2327"/>
    <w:rsid w:val="007A6BC4"/>
    <w:rsid w:val="007A7B32"/>
    <w:rsid w:val="007C0F10"/>
    <w:rsid w:val="007C1490"/>
    <w:rsid w:val="007C34FD"/>
    <w:rsid w:val="007C3549"/>
    <w:rsid w:val="007C392C"/>
    <w:rsid w:val="007D42A9"/>
    <w:rsid w:val="007D5B93"/>
    <w:rsid w:val="007D5CD3"/>
    <w:rsid w:val="007E5FA4"/>
    <w:rsid w:val="007F1B76"/>
    <w:rsid w:val="007F3057"/>
    <w:rsid w:val="007F7BCE"/>
    <w:rsid w:val="00800CC0"/>
    <w:rsid w:val="00803D01"/>
    <w:rsid w:val="00803E5B"/>
    <w:rsid w:val="008059A8"/>
    <w:rsid w:val="0080670C"/>
    <w:rsid w:val="008127E0"/>
    <w:rsid w:val="0081517B"/>
    <w:rsid w:val="00817310"/>
    <w:rsid w:val="00826EFE"/>
    <w:rsid w:val="00827247"/>
    <w:rsid w:val="00830380"/>
    <w:rsid w:val="00832DCD"/>
    <w:rsid w:val="00832EEB"/>
    <w:rsid w:val="00837CEB"/>
    <w:rsid w:val="008403E7"/>
    <w:rsid w:val="00843F3A"/>
    <w:rsid w:val="00847ED8"/>
    <w:rsid w:val="00851D7D"/>
    <w:rsid w:val="00855E55"/>
    <w:rsid w:val="00865A3A"/>
    <w:rsid w:val="00867349"/>
    <w:rsid w:val="00871222"/>
    <w:rsid w:val="00873AAD"/>
    <w:rsid w:val="008763CD"/>
    <w:rsid w:val="00877EE8"/>
    <w:rsid w:val="008822AC"/>
    <w:rsid w:val="00885482"/>
    <w:rsid w:val="008865A0"/>
    <w:rsid w:val="00887845"/>
    <w:rsid w:val="008903D8"/>
    <w:rsid w:val="00894518"/>
    <w:rsid w:val="00894A05"/>
    <w:rsid w:val="008A0603"/>
    <w:rsid w:val="008A135D"/>
    <w:rsid w:val="008A219B"/>
    <w:rsid w:val="008A4418"/>
    <w:rsid w:val="008A50DA"/>
    <w:rsid w:val="008A528E"/>
    <w:rsid w:val="008A7ECC"/>
    <w:rsid w:val="008B0C55"/>
    <w:rsid w:val="008B16DA"/>
    <w:rsid w:val="008B3B85"/>
    <w:rsid w:val="008B4EA1"/>
    <w:rsid w:val="008C4C4E"/>
    <w:rsid w:val="008C530D"/>
    <w:rsid w:val="008C744A"/>
    <w:rsid w:val="008C76C8"/>
    <w:rsid w:val="008D0102"/>
    <w:rsid w:val="008D0BC1"/>
    <w:rsid w:val="008D0C7D"/>
    <w:rsid w:val="008D2C2C"/>
    <w:rsid w:val="008D3EDA"/>
    <w:rsid w:val="008D6BBA"/>
    <w:rsid w:val="008E420A"/>
    <w:rsid w:val="008E4798"/>
    <w:rsid w:val="008E66C2"/>
    <w:rsid w:val="008F23D1"/>
    <w:rsid w:val="008F2BB8"/>
    <w:rsid w:val="008F34A0"/>
    <w:rsid w:val="008F3721"/>
    <w:rsid w:val="008F7270"/>
    <w:rsid w:val="00907283"/>
    <w:rsid w:val="0091010D"/>
    <w:rsid w:val="009206BB"/>
    <w:rsid w:val="00925BC2"/>
    <w:rsid w:val="00930ED7"/>
    <w:rsid w:val="00933C09"/>
    <w:rsid w:val="009349BC"/>
    <w:rsid w:val="0093627A"/>
    <w:rsid w:val="009573AF"/>
    <w:rsid w:val="00960CAC"/>
    <w:rsid w:val="0096632D"/>
    <w:rsid w:val="00971BD0"/>
    <w:rsid w:val="0097563D"/>
    <w:rsid w:val="00980909"/>
    <w:rsid w:val="00982697"/>
    <w:rsid w:val="00990EC6"/>
    <w:rsid w:val="00994A2C"/>
    <w:rsid w:val="00996BAE"/>
    <w:rsid w:val="009A46DE"/>
    <w:rsid w:val="009A4F8E"/>
    <w:rsid w:val="009B5393"/>
    <w:rsid w:val="009B73A5"/>
    <w:rsid w:val="009C00B9"/>
    <w:rsid w:val="009C34E6"/>
    <w:rsid w:val="009C5BE1"/>
    <w:rsid w:val="009D298E"/>
    <w:rsid w:val="009D58F6"/>
    <w:rsid w:val="009E10F0"/>
    <w:rsid w:val="009E3FEA"/>
    <w:rsid w:val="009F3037"/>
    <w:rsid w:val="009F49BF"/>
    <w:rsid w:val="00A0064D"/>
    <w:rsid w:val="00A017B4"/>
    <w:rsid w:val="00A111CB"/>
    <w:rsid w:val="00A11501"/>
    <w:rsid w:val="00A116B3"/>
    <w:rsid w:val="00A217DA"/>
    <w:rsid w:val="00A24F99"/>
    <w:rsid w:val="00A256A9"/>
    <w:rsid w:val="00A32155"/>
    <w:rsid w:val="00A349F8"/>
    <w:rsid w:val="00A40642"/>
    <w:rsid w:val="00A414B4"/>
    <w:rsid w:val="00A41F98"/>
    <w:rsid w:val="00A47405"/>
    <w:rsid w:val="00A57537"/>
    <w:rsid w:val="00A624A3"/>
    <w:rsid w:val="00A63F9D"/>
    <w:rsid w:val="00A6627E"/>
    <w:rsid w:val="00A67C68"/>
    <w:rsid w:val="00A72A8F"/>
    <w:rsid w:val="00A74DFE"/>
    <w:rsid w:val="00A92141"/>
    <w:rsid w:val="00AA109A"/>
    <w:rsid w:val="00AA5327"/>
    <w:rsid w:val="00AA6160"/>
    <w:rsid w:val="00AA75FC"/>
    <w:rsid w:val="00AB13D8"/>
    <w:rsid w:val="00AB2C10"/>
    <w:rsid w:val="00AB5488"/>
    <w:rsid w:val="00AB74BD"/>
    <w:rsid w:val="00AC051F"/>
    <w:rsid w:val="00AC15E1"/>
    <w:rsid w:val="00AC5502"/>
    <w:rsid w:val="00AC7820"/>
    <w:rsid w:val="00AC78EE"/>
    <w:rsid w:val="00AD0E11"/>
    <w:rsid w:val="00AD3838"/>
    <w:rsid w:val="00AE3FB2"/>
    <w:rsid w:val="00AF495D"/>
    <w:rsid w:val="00AF54A5"/>
    <w:rsid w:val="00AF693A"/>
    <w:rsid w:val="00B02924"/>
    <w:rsid w:val="00B072F1"/>
    <w:rsid w:val="00B10BC9"/>
    <w:rsid w:val="00B14D78"/>
    <w:rsid w:val="00B21BAF"/>
    <w:rsid w:val="00B240A8"/>
    <w:rsid w:val="00B30713"/>
    <w:rsid w:val="00B37621"/>
    <w:rsid w:val="00B41518"/>
    <w:rsid w:val="00B443E1"/>
    <w:rsid w:val="00B462ED"/>
    <w:rsid w:val="00B55E50"/>
    <w:rsid w:val="00B602BD"/>
    <w:rsid w:val="00B66A31"/>
    <w:rsid w:val="00B67410"/>
    <w:rsid w:val="00B67DA4"/>
    <w:rsid w:val="00B726B4"/>
    <w:rsid w:val="00B76759"/>
    <w:rsid w:val="00B818AF"/>
    <w:rsid w:val="00B826AF"/>
    <w:rsid w:val="00B8365C"/>
    <w:rsid w:val="00B857CE"/>
    <w:rsid w:val="00B8580F"/>
    <w:rsid w:val="00B85B2C"/>
    <w:rsid w:val="00B923F1"/>
    <w:rsid w:val="00B92894"/>
    <w:rsid w:val="00B942D7"/>
    <w:rsid w:val="00BA1C13"/>
    <w:rsid w:val="00BA549B"/>
    <w:rsid w:val="00BA6BE1"/>
    <w:rsid w:val="00BB0A1F"/>
    <w:rsid w:val="00BB2B18"/>
    <w:rsid w:val="00BC04BA"/>
    <w:rsid w:val="00BC06CC"/>
    <w:rsid w:val="00BC181B"/>
    <w:rsid w:val="00BC4E8E"/>
    <w:rsid w:val="00BC5006"/>
    <w:rsid w:val="00BD38F6"/>
    <w:rsid w:val="00BD65AC"/>
    <w:rsid w:val="00BD6882"/>
    <w:rsid w:val="00BD7940"/>
    <w:rsid w:val="00BE2109"/>
    <w:rsid w:val="00BE2301"/>
    <w:rsid w:val="00BE24A8"/>
    <w:rsid w:val="00BE36AC"/>
    <w:rsid w:val="00BE508F"/>
    <w:rsid w:val="00BE6987"/>
    <w:rsid w:val="00BF21AB"/>
    <w:rsid w:val="00BF2FD7"/>
    <w:rsid w:val="00BF5994"/>
    <w:rsid w:val="00BF69D1"/>
    <w:rsid w:val="00C00716"/>
    <w:rsid w:val="00C02473"/>
    <w:rsid w:val="00C04E2B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334B"/>
    <w:rsid w:val="00C45FAD"/>
    <w:rsid w:val="00C4605A"/>
    <w:rsid w:val="00C547BC"/>
    <w:rsid w:val="00C553DB"/>
    <w:rsid w:val="00C56AE9"/>
    <w:rsid w:val="00C64B18"/>
    <w:rsid w:val="00C679DE"/>
    <w:rsid w:val="00C741B5"/>
    <w:rsid w:val="00C75132"/>
    <w:rsid w:val="00C776B9"/>
    <w:rsid w:val="00C82045"/>
    <w:rsid w:val="00C85F5D"/>
    <w:rsid w:val="00C864A8"/>
    <w:rsid w:val="00C871DE"/>
    <w:rsid w:val="00C910F0"/>
    <w:rsid w:val="00C913DD"/>
    <w:rsid w:val="00C95D82"/>
    <w:rsid w:val="00C96E19"/>
    <w:rsid w:val="00CA0909"/>
    <w:rsid w:val="00CA255E"/>
    <w:rsid w:val="00CA5629"/>
    <w:rsid w:val="00CA5C8F"/>
    <w:rsid w:val="00CA5DB5"/>
    <w:rsid w:val="00CA7104"/>
    <w:rsid w:val="00CB0FFB"/>
    <w:rsid w:val="00CB779B"/>
    <w:rsid w:val="00CC0A12"/>
    <w:rsid w:val="00CC0FA6"/>
    <w:rsid w:val="00CC2A15"/>
    <w:rsid w:val="00CC7DA1"/>
    <w:rsid w:val="00CD0651"/>
    <w:rsid w:val="00CD2AED"/>
    <w:rsid w:val="00CD396D"/>
    <w:rsid w:val="00CD4BC0"/>
    <w:rsid w:val="00CE0D64"/>
    <w:rsid w:val="00CE3708"/>
    <w:rsid w:val="00CE40D4"/>
    <w:rsid w:val="00CE4573"/>
    <w:rsid w:val="00CE6EB8"/>
    <w:rsid w:val="00CE7437"/>
    <w:rsid w:val="00CF7B35"/>
    <w:rsid w:val="00D00654"/>
    <w:rsid w:val="00D00D20"/>
    <w:rsid w:val="00D02387"/>
    <w:rsid w:val="00D07C59"/>
    <w:rsid w:val="00D12D1A"/>
    <w:rsid w:val="00D13208"/>
    <w:rsid w:val="00D13E90"/>
    <w:rsid w:val="00D17975"/>
    <w:rsid w:val="00D21C46"/>
    <w:rsid w:val="00D24747"/>
    <w:rsid w:val="00D24A4E"/>
    <w:rsid w:val="00D2560A"/>
    <w:rsid w:val="00D25E8A"/>
    <w:rsid w:val="00D2770C"/>
    <w:rsid w:val="00D31A7F"/>
    <w:rsid w:val="00D41F11"/>
    <w:rsid w:val="00D428D7"/>
    <w:rsid w:val="00D42A42"/>
    <w:rsid w:val="00D43C66"/>
    <w:rsid w:val="00D521FD"/>
    <w:rsid w:val="00D54A31"/>
    <w:rsid w:val="00D54A53"/>
    <w:rsid w:val="00D55789"/>
    <w:rsid w:val="00D626D1"/>
    <w:rsid w:val="00D63ACF"/>
    <w:rsid w:val="00D734E6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3062"/>
    <w:rsid w:val="00D94915"/>
    <w:rsid w:val="00D96872"/>
    <w:rsid w:val="00D97399"/>
    <w:rsid w:val="00DA0ADA"/>
    <w:rsid w:val="00DA644F"/>
    <w:rsid w:val="00DA7872"/>
    <w:rsid w:val="00DC06EC"/>
    <w:rsid w:val="00DC3B6C"/>
    <w:rsid w:val="00DC4975"/>
    <w:rsid w:val="00DC4B76"/>
    <w:rsid w:val="00DD46B4"/>
    <w:rsid w:val="00DD5220"/>
    <w:rsid w:val="00DD66DA"/>
    <w:rsid w:val="00DE39F1"/>
    <w:rsid w:val="00DE4FBF"/>
    <w:rsid w:val="00DE76CE"/>
    <w:rsid w:val="00DF3603"/>
    <w:rsid w:val="00DF5DB2"/>
    <w:rsid w:val="00DF6282"/>
    <w:rsid w:val="00E0007E"/>
    <w:rsid w:val="00E0123C"/>
    <w:rsid w:val="00E06745"/>
    <w:rsid w:val="00E06874"/>
    <w:rsid w:val="00E1060D"/>
    <w:rsid w:val="00E12C34"/>
    <w:rsid w:val="00E144F2"/>
    <w:rsid w:val="00E14BDB"/>
    <w:rsid w:val="00E14EF3"/>
    <w:rsid w:val="00E20E38"/>
    <w:rsid w:val="00E26E9D"/>
    <w:rsid w:val="00E36161"/>
    <w:rsid w:val="00E42F8E"/>
    <w:rsid w:val="00E4600D"/>
    <w:rsid w:val="00E53E32"/>
    <w:rsid w:val="00E55D37"/>
    <w:rsid w:val="00E57A2D"/>
    <w:rsid w:val="00E57B37"/>
    <w:rsid w:val="00E62DF9"/>
    <w:rsid w:val="00E659C8"/>
    <w:rsid w:val="00E7055D"/>
    <w:rsid w:val="00E71A56"/>
    <w:rsid w:val="00E71A8F"/>
    <w:rsid w:val="00E72506"/>
    <w:rsid w:val="00E73136"/>
    <w:rsid w:val="00E73E39"/>
    <w:rsid w:val="00E759BC"/>
    <w:rsid w:val="00E7644A"/>
    <w:rsid w:val="00E8544B"/>
    <w:rsid w:val="00E858AF"/>
    <w:rsid w:val="00E91BEB"/>
    <w:rsid w:val="00E93AC8"/>
    <w:rsid w:val="00E9745F"/>
    <w:rsid w:val="00EA1488"/>
    <w:rsid w:val="00EA161D"/>
    <w:rsid w:val="00EB0C96"/>
    <w:rsid w:val="00EB57EF"/>
    <w:rsid w:val="00EB6CD7"/>
    <w:rsid w:val="00EB7677"/>
    <w:rsid w:val="00EC280C"/>
    <w:rsid w:val="00ED071D"/>
    <w:rsid w:val="00ED29A4"/>
    <w:rsid w:val="00ED41E8"/>
    <w:rsid w:val="00EE00CE"/>
    <w:rsid w:val="00EE1208"/>
    <w:rsid w:val="00EE38B6"/>
    <w:rsid w:val="00EE3D8B"/>
    <w:rsid w:val="00EE5A10"/>
    <w:rsid w:val="00EE7922"/>
    <w:rsid w:val="00EF0959"/>
    <w:rsid w:val="00EF1887"/>
    <w:rsid w:val="00EF28A0"/>
    <w:rsid w:val="00EF38AB"/>
    <w:rsid w:val="00EF4A2B"/>
    <w:rsid w:val="00EF52B2"/>
    <w:rsid w:val="00F012D0"/>
    <w:rsid w:val="00F02C6C"/>
    <w:rsid w:val="00F06F1D"/>
    <w:rsid w:val="00F217C0"/>
    <w:rsid w:val="00F21A3A"/>
    <w:rsid w:val="00F24893"/>
    <w:rsid w:val="00F30908"/>
    <w:rsid w:val="00F34651"/>
    <w:rsid w:val="00F41F4F"/>
    <w:rsid w:val="00F429B7"/>
    <w:rsid w:val="00F4318C"/>
    <w:rsid w:val="00F46877"/>
    <w:rsid w:val="00F472E6"/>
    <w:rsid w:val="00F52E9A"/>
    <w:rsid w:val="00F54978"/>
    <w:rsid w:val="00F55F54"/>
    <w:rsid w:val="00F75615"/>
    <w:rsid w:val="00F76FB8"/>
    <w:rsid w:val="00F919E6"/>
    <w:rsid w:val="00FA1F9E"/>
    <w:rsid w:val="00FA1FAE"/>
    <w:rsid w:val="00FA3A90"/>
    <w:rsid w:val="00FA4866"/>
    <w:rsid w:val="00FA4F16"/>
    <w:rsid w:val="00FA5403"/>
    <w:rsid w:val="00FB4F94"/>
    <w:rsid w:val="00FB780E"/>
    <w:rsid w:val="00FC1023"/>
    <w:rsid w:val="00FC16AB"/>
    <w:rsid w:val="00FC55C6"/>
    <w:rsid w:val="00FC67BC"/>
    <w:rsid w:val="00FC726B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4A71069"/>
  <w15:chartTrackingRefBased/>
  <w15:docId w15:val="{3676A70D-D2C1-451F-A3E2-3626E85A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6D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rmast\Local%20Settings\Temporary%20Internet%20Files\Content.IE5\CSCU61H7\metsamaterjali%2520leping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metsamaterjali%20leping[1].dot</Template>
  <TotalTime>7</TotalTime>
  <Pages>3</Pages>
  <Words>348</Words>
  <Characters>2631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2974</CharactersWithSpaces>
  <SharedDoc>false</SharedDoc>
  <HLinks>
    <vt:vector size="48" baseType="variant">
      <vt:variant>
        <vt:i4>7864438</vt:i4>
      </vt:variant>
      <vt:variant>
        <vt:i4>21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655413</vt:i4>
      </vt:variant>
      <vt:variant>
        <vt:i4>18</vt:i4>
      </vt:variant>
      <vt:variant>
        <vt:i4>0</vt:i4>
      </vt:variant>
      <vt:variant>
        <vt:i4>5</vt:i4>
      </vt:variant>
      <vt:variant>
        <vt:lpwstr>mailto:info@formann.ee</vt:lpwstr>
      </vt:variant>
      <vt:variant>
        <vt:lpwstr/>
      </vt:variant>
      <vt:variant>
        <vt:i4>6291551</vt:i4>
      </vt:variant>
      <vt:variant>
        <vt:i4>15</vt:i4>
      </vt:variant>
      <vt:variant>
        <vt:i4>0</vt:i4>
      </vt:variant>
      <vt:variant>
        <vt:i4>5</vt:i4>
      </vt:variant>
      <vt:variant>
        <vt:lpwstr>mailto:taavi@formann.ee</vt:lpwstr>
      </vt:variant>
      <vt:variant>
        <vt:lpwstr/>
      </vt:variant>
      <vt:variant>
        <vt:i4>6291551</vt:i4>
      </vt:variant>
      <vt:variant>
        <vt:i4>12</vt:i4>
      </vt:variant>
      <vt:variant>
        <vt:i4>0</vt:i4>
      </vt:variant>
      <vt:variant>
        <vt:i4>5</vt:i4>
      </vt:variant>
      <vt:variant>
        <vt:lpwstr>mailto:taavi@formann.ee</vt:lpwstr>
      </vt:variant>
      <vt:variant>
        <vt:lpwstr/>
      </vt:variant>
      <vt:variant>
        <vt:i4>7929870</vt:i4>
      </vt:variant>
      <vt:variant>
        <vt:i4>9</vt:i4>
      </vt:variant>
      <vt:variant>
        <vt:i4>0</vt:i4>
      </vt:variant>
      <vt:variant>
        <vt:i4>5</vt:i4>
      </vt:variant>
      <vt:variant>
        <vt:lpwstr>mailto:aktid.kagu@rmk.ee</vt:lpwstr>
      </vt:variant>
      <vt:variant>
        <vt:lpwstr/>
      </vt:variant>
      <vt:variant>
        <vt:i4>458788</vt:i4>
      </vt:variant>
      <vt:variant>
        <vt:i4>6</vt:i4>
      </vt:variant>
      <vt:variant>
        <vt:i4>0</vt:i4>
      </vt:variant>
      <vt:variant>
        <vt:i4>5</vt:i4>
      </vt:variant>
      <vt:variant>
        <vt:lpwstr>mailto:formann@formann.ee</vt:lpwstr>
      </vt:variant>
      <vt:variant>
        <vt:lpwstr/>
      </vt:variant>
      <vt:variant>
        <vt:i4>2949212</vt:i4>
      </vt:variant>
      <vt:variant>
        <vt:i4>3</vt:i4>
      </vt:variant>
      <vt:variant>
        <vt:i4>0</vt:i4>
      </vt:variant>
      <vt:variant>
        <vt:i4>5</vt:i4>
      </vt:variant>
      <vt:variant>
        <vt:lpwstr>mailto:mart.enel@rmk.ee</vt:lpwstr>
      </vt:variant>
      <vt:variant>
        <vt:lpwstr/>
      </vt:variant>
      <vt:variant>
        <vt:i4>7864438</vt:i4>
      </vt:variant>
      <vt:variant>
        <vt:i4>0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urmast</dc:creator>
  <cp:keywords/>
  <cp:lastModifiedBy>Mart Enel</cp:lastModifiedBy>
  <cp:revision>6</cp:revision>
  <cp:lastPrinted>2011-09-19T08:13:00Z</cp:lastPrinted>
  <dcterms:created xsi:type="dcterms:W3CDTF">2025-04-03T06:54:00Z</dcterms:created>
  <dcterms:modified xsi:type="dcterms:W3CDTF">2025-04-03T06:59:00Z</dcterms:modified>
</cp:coreProperties>
</file>